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1701"/>
        <w:gridCol w:w="4111"/>
      </w:tblGrid>
      <w:tr w:rsidR="00C228AA" w:rsidRPr="00C228AA" w14:paraId="158530DA" w14:textId="77777777" w:rsidTr="002936DB">
        <w:trPr>
          <w:trHeight w:val="1266"/>
        </w:trPr>
        <w:tc>
          <w:tcPr>
            <w:tcW w:w="3652" w:type="dxa"/>
          </w:tcPr>
          <w:p w14:paraId="192B07E1" w14:textId="77777777" w:rsidR="00AF5AF2" w:rsidRPr="00AF5AF2" w:rsidRDefault="00AF5AF2" w:rsidP="00AF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14:paraId="22DA0594" w14:textId="77777777" w:rsidR="00AF5AF2" w:rsidRPr="00AF5AF2" w:rsidRDefault="00AF5AF2" w:rsidP="00AF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Сöвет</w:t>
            </w:r>
          </w:p>
          <w:p w14:paraId="2C178DFF" w14:textId="0DB4D8D5" w:rsidR="00C228AA" w:rsidRPr="00C228AA" w:rsidRDefault="00C228AA" w:rsidP="002936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14:paraId="1EAF2F07" w14:textId="69B74171" w:rsidR="00C228AA" w:rsidRPr="00C228AA" w:rsidRDefault="00C228AA" w:rsidP="002936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1ABECA5" w14:textId="77777777" w:rsidR="00C228AA" w:rsidRPr="00C228AA" w:rsidRDefault="00C228AA" w:rsidP="002936D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7C3ADDBD" w14:textId="77777777" w:rsidR="00AF5AF2" w:rsidRPr="00AF5AF2" w:rsidRDefault="00AF5AF2" w:rsidP="00AF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Совет</w:t>
            </w:r>
          </w:p>
          <w:p w14:paraId="6C76681E" w14:textId="7959A347" w:rsidR="00C228AA" w:rsidRPr="00C228AA" w:rsidRDefault="00AF5AF2" w:rsidP="00AF5A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5A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муниципального района «Корткеросский»</w:t>
            </w:r>
          </w:p>
        </w:tc>
      </w:tr>
      <w:tr w:rsidR="00C228AA" w:rsidRPr="00C228AA" w14:paraId="3FB27881" w14:textId="77777777" w:rsidTr="002936DB">
        <w:trPr>
          <w:cantSplit/>
          <w:trHeight w:val="685"/>
        </w:trPr>
        <w:tc>
          <w:tcPr>
            <w:tcW w:w="9464" w:type="dxa"/>
            <w:gridSpan w:val="3"/>
          </w:tcPr>
          <w:p w14:paraId="31AFC8AE" w14:textId="6A9B5BCF" w:rsidR="00C228AA" w:rsidRPr="006E52E5" w:rsidRDefault="00AF5AF2" w:rsidP="00AF5AF2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/>
              </w:rPr>
            </w:pPr>
            <w:r w:rsidRPr="006E52E5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КЫВКÖРТÖД</w:t>
            </w:r>
          </w:p>
        </w:tc>
      </w:tr>
      <w:tr w:rsidR="00C228AA" w:rsidRPr="00C228AA" w14:paraId="263FEF9A" w14:textId="77777777" w:rsidTr="002936DB">
        <w:trPr>
          <w:cantSplit/>
          <w:trHeight w:val="685"/>
        </w:trPr>
        <w:tc>
          <w:tcPr>
            <w:tcW w:w="9464" w:type="dxa"/>
            <w:gridSpan w:val="3"/>
          </w:tcPr>
          <w:p w14:paraId="3CC5B6AB" w14:textId="77777777" w:rsidR="00C228AA" w:rsidRDefault="00C228AA" w:rsidP="004035BE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C228AA">
              <w:rPr>
                <w:rFonts w:ascii="Times New Roman" w:hAnsi="Times New Roman" w:cs="Times New Roman"/>
                <w:b/>
                <w:sz w:val="32"/>
              </w:rPr>
              <w:t>РЕШЕНИЕ</w:t>
            </w:r>
          </w:p>
          <w:p w14:paraId="07FD94BE" w14:textId="77777777" w:rsidR="00190027" w:rsidRPr="00C228AA" w:rsidRDefault="00190027" w:rsidP="004035BE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C228AA" w:rsidRPr="00C228AA" w14:paraId="14C3EEA5" w14:textId="77777777" w:rsidTr="002936DB">
        <w:trPr>
          <w:cantSplit/>
          <w:trHeight w:val="393"/>
        </w:trPr>
        <w:tc>
          <w:tcPr>
            <w:tcW w:w="9464" w:type="dxa"/>
            <w:gridSpan w:val="3"/>
          </w:tcPr>
          <w:p w14:paraId="7DD7B1B8" w14:textId="499A8A12" w:rsidR="00E1713A" w:rsidRPr="00EE6DC9" w:rsidRDefault="006C1B1D" w:rsidP="00E1713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т </w:t>
            </w:r>
            <w:r w:rsidR="00AF5AF2">
              <w:rPr>
                <w:rFonts w:ascii="Times New Roman" w:hAnsi="Times New Roman" w:cs="Times New Roman"/>
                <w:b/>
                <w:sz w:val="28"/>
              </w:rPr>
              <w:t>20 декабря 2023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 года </w:t>
            </w:r>
            <w:r w:rsidR="00E1713A"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      </w:t>
            </w:r>
            <w:r w:rsidR="00AF5AF2">
              <w:rPr>
                <w:rFonts w:ascii="Times New Roman" w:hAnsi="Times New Roman" w:cs="Times New Roman"/>
                <w:b/>
                <w:sz w:val="28"/>
              </w:rPr>
              <w:t xml:space="preserve">                            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 xml:space="preserve"> № 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="00AF5AF2">
              <w:rPr>
                <w:rFonts w:ascii="Times New Roman" w:hAnsi="Times New Roman" w:cs="Times New Roman"/>
                <w:b/>
                <w:sz w:val="28"/>
                <w:lang w:val="en-US"/>
              </w:rPr>
              <w:t>II</w:t>
            </w:r>
            <w:r w:rsidR="009333ED">
              <w:rPr>
                <w:rFonts w:ascii="Times New Roman" w:hAnsi="Times New Roman" w:cs="Times New Roman"/>
                <w:b/>
                <w:sz w:val="28"/>
              </w:rPr>
              <w:t>-</w:t>
            </w:r>
            <w:r w:rsidR="00AF5AF2" w:rsidRPr="00EE6DC9">
              <w:rPr>
                <w:rFonts w:ascii="Times New Roman" w:hAnsi="Times New Roman" w:cs="Times New Roman"/>
                <w:b/>
                <w:sz w:val="28"/>
              </w:rPr>
              <w:t>22</w:t>
            </w:r>
            <w:r w:rsidR="00E1713A" w:rsidRPr="00E1713A">
              <w:rPr>
                <w:rFonts w:ascii="Times New Roman" w:hAnsi="Times New Roman" w:cs="Times New Roman"/>
                <w:b/>
                <w:sz w:val="28"/>
              </w:rPr>
              <w:t>/</w:t>
            </w:r>
            <w:r w:rsidR="00AF5AF2" w:rsidRPr="00EE6DC9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  <w:p w14:paraId="56C9EAAF" w14:textId="77777777" w:rsidR="00E1713A" w:rsidRPr="00E1713A" w:rsidRDefault="00E1713A" w:rsidP="00C228A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B3D2BBF" w14:textId="0C0B9092" w:rsidR="00C228AA" w:rsidRPr="00C228AA" w:rsidRDefault="00C228AA" w:rsidP="00E1713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EE6DC9">
              <w:rPr>
                <w:rFonts w:ascii="Times New Roman" w:hAnsi="Times New Roman" w:cs="Times New Roman"/>
                <w:sz w:val="28"/>
              </w:rPr>
              <w:t>(Республика Коми, Корткеросский</w:t>
            </w:r>
            <w:r w:rsidR="00EE6DC9" w:rsidRPr="00EE6DC9">
              <w:rPr>
                <w:rFonts w:ascii="Times New Roman" w:hAnsi="Times New Roman" w:cs="Times New Roman"/>
                <w:sz w:val="28"/>
              </w:rPr>
              <w:t xml:space="preserve"> район, с.Корткерос</w:t>
            </w:r>
            <w:r w:rsidRPr="00EE6DC9">
              <w:rPr>
                <w:rFonts w:ascii="Times New Roman" w:hAnsi="Times New Roman" w:cs="Times New Roman"/>
                <w:sz w:val="28"/>
              </w:rPr>
              <w:t>)</w:t>
            </w:r>
            <w:r w:rsidRPr="00C228A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14:paraId="3BA6E285" w14:textId="77777777" w:rsidR="00C228AA" w:rsidRPr="00C228AA" w:rsidRDefault="00C228AA" w:rsidP="00C228AA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C228AA">
        <w:rPr>
          <w:rFonts w:ascii="Times New Roman" w:hAnsi="Times New Roman"/>
          <w:sz w:val="28"/>
        </w:rPr>
        <w:t xml:space="preserve">      </w:t>
      </w:r>
    </w:p>
    <w:p w14:paraId="0C4CD319" w14:textId="1A9ACFF4" w:rsidR="00E1713A" w:rsidRDefault="00F96540" w:rsidP="00C228AA">
      <w:pPr>
        <w:pStyle w:val="ConsNonformat"/>
        <w:widowControl/>
        <w:jc w:val="center"/>
        <w:rPr>
          <w:rFonts w:ascii="Times New Roman" w:hAnsi="Times New Roman"/>
          <w:b/>
          <w:bCs/>
          <w:color w:val="22272F"/>
          <w:kern w:val="36"/>
          <w:sz w:val="32"/>
          <w:szCs w:val="32"/>
        </w:rPr>
      </w:pPr>
      <w:r>
        <w:rPr>
          <w:rFonts w:ascii="Times New Roman" w:hAnsi="Times New Roman"/>
          <w:b/>
          <w:bCs/>
          <w:color w:val="22272F"/>
          <w:kern w:val="36"/>
          <w:sz w:val="32"/>
          <w:szCs w:val="32"/>
        </w:rPr>
        <w:t xml:space="preserve">Об освобождении от должности </w:t>
      </w:r>
      <w:r w:rsidR="00A30713">
        <w:rPr>
          <w:rFonts w:ascii="Times New Roman" w:hAnsi="Times New Roman"/>
          <w:b/>
          <w:bCs/>
          <w:color w:val="22272F"/>
          <w:kern w:val="36"/>
          <w:sz w:val="32"/>
          <w:szCs w:val="32"/>
        </w:rPr>
        <w:t>председател</w:t>
      </w:r>
      <w:r w:rsidR="00AF5AF2">
        <w:rPr>
          <w:rFonts w:ascii="Times New Roman" w:hAnsi="Times New Roman"/>
          <w:b/>
          <w:bCs/>
          <w:color w:val="22272F"/>
          <w:kern w:val="36"/>
          <w:sz w:val="32"/>
          <w:szCs w:val="32"/>
        </w:rPr>
        <w:t xml:space="preserve">я Совета муниципального района «Корткеросский» </w:t>
      </w:r>
    </w:p>
    <w:p w14:paraId="7A4B2432" w14:textId="0082DAAB" w:rsidR="00C228AA" w:rsidRPr="00EA151E" w:rsidRDefault="00AF5AF2" w:rsidP="00C228AA">
      <w:pPr>
        <w:pStyle w:val="ConsNonformat"/>
        <w:widowControl/>
        <w:jc w:val="center"/>
        <w:rPr>
          <w:rFonts w:ascii="Times New Roman" w:hAnsi="Times New Roman"/>
          <w:b/>
          <w:bCs/>
          <w:color w:val="22272F"/>
          <w:kern w:val="36"/>
          <w:sz w:val="32"/>
          <w:szCs w:val="32"/>
        </w:rPr>
      </w:pPr>
      <w:r>
        <w:rPr>
          <w:rFonts w:ascii="Times New Roman" w:hAnsi="Times New Roman"/>
          <w:b/>
          <w:bCs/>
          <w:color w:val="22272F"/>
          <w:kern w:val="36"/>
          <w:sz w:val="32"/>
          <w:szCs w:val="32"/>
        </w:rPr>
        <w:t>Казакова Евгения Леонидовича</w:t>
      </w:r>
    </w:p>
    <w:p w14:paraId="2FB88242" w14:textId="77777777" w:rsidR="00C228AA" w:rsidRPr="00C228AA" w:rsidRDefault="00C228AA" w:rsidP="00C228AA">
      <w:pPr>
        <w:pStyle w:val="ConsNonformat"/>
        <w:widowControl/>
        <w:jc w:val="both"/>
        <w:rPr>
          <w:rFonts w:ascii="Times New Roman" w:hAnsi="Times New Roman"/>
          <w:b/>
          <w:sz w:val="32"/>
          <w:szCs w:val="32"/>
        </w:rPr>
      </w:pPr>
    </w:p>
    <w:p w14:paraId="1CD86711" w14:textId="69C63ABE" w:rsidR="008F61B2" w:rsidRDefault="008F61B2" w:rsidP="008F61B2">
      <w:pPr>
        <w:pStyle w:val="ConsNonformat"/>
        <w:widowControl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Совет муниципального района «Корткеросский» решил:</w:t>
      </w:r>
    </w:p>
    <w:p w14:paraId="1292BF2F" w14:textId="37A700D9" w:rsidR="00B91DB9" w:rsidRPr="00E1713A" w:rsidRDefault="00B91DB9" w:rsidP="008F61B2">
      <w:pPr>
        <w:pStyle w:val="ConsNonformat"/>
        <w:widowControl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342A590" w14:textId="48666650" w:rsidR="00F96540" w:rsidRDefault="00193FDB" w:rsidP="006E52E5">
      <w:pPr>
        <w:pStyle w:val="Con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Освободить от должности</w:t>
      </w:r>
      <w:r w:rsidR="00B91DB9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2A83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председателя </w:t>
      </w:r>
      <w:r w:rsidR="008F61B2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Совета муниципального района «Корткеросский» </w:t>
      </w:r>
      <w:r w:rsidR="000A2A83" w:rsidRPr="008F61B2">
        <w:rPr>
          <w:rFonts w:ascii="Times New Roman" w:hAnsi="Times New Roman"/>
          <w:color w:val="000000" w:themeColor="text1"/>
          <w:sz w:val="28"/>
          <w:szCs w:val="28"/>
        </w:rPr>
        <w:t>Казакова</w:t>
      </w:r>
      <w:r w:rsidR="008F61B2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2A83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Евгения Леонидовича </w:t>
      </w:r>
      <w:r w:rsidR="009D65C2">
        <w:rPr>
          <w:rFonts w:ascii="Times New Roman" w:hAnsi="Times New Roman"/>
          <w:color w:val="000000" w:themeColor="text1"/>
          <w:sz w:val="28"/>
          <w:szCs w:val="28"/>
        </w:rPr>
        <w:t>с</w:t>
      </w:r>
      <w:bookmarkStart w:id="0" w:name="_GoBack"/>
      <w:bookmarkEnd w:id="0"/>
      <w:r w:rsidR="00A30713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 21 декабря 2023 года.</w:t>
      </w:r>
    </w:p>
    <w:p w14:paraId="0A993E74" w14:textId="200E8B67" w:rsidR="00F96540" w:rsidRPr="00F96540" w:rsidRDefault="006E52E5" w:rsidP="006E52E5">
      <w:pPr>
        <w:pStyle w:val="Con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F96540">
        <w:rPr>
          <w:rFonts w:ascii="Times New Roman" w:hAnsi="Times New Roman"/>
          <w:color w:val="000000" w:themeColor="text1"/>
          <w:sz w:val="28"/>
          <w:szCs w:val="28"/>
        </w:rPr>
        <w:t>озложить</w:t>
      </w:r>
      <w:r w:rsidRPr="00F965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F96540" w:rsidRPr="00F96540">
        <w:rPr>
          <w:rFonts w:ascii="Times New Roman" w:hAnsi="Times New Roman"/>
          <w:color w:val="000000" w:themeColor="text1"/>
          <w:sz w:val="28"/>
          <w:szCs w:val="28"/>
        </w:rPr>
        <w:t>олномочия председателя Совета муниципального района "Корткеросский" на заместителя председател</w:t>
      </w:r>
      <w:r w:rsidR="00E304B3">
        <w:rPr>
          <w:rFonts w:ascii="Times New Roman" w:hAnsi="Times New Roman"/>
          <w:color w:val="000000" w:themeColor="text1"/>
          <w:sz w:val="28"/>
          <w:szCs w:val="28"/>
        </w:rPr>
        <w:t>я Совета муниципального района «Корткеросский»</w:t>
      </w:r>
      <w:r w:rsidR="00F96540" w:rsidRPr="00F96540">
        <w:rPr>
          <w:rFonts w:ascii="Times New Roman" w:hAnsi="Times New Roman"/>
          <w:color w:val="000000" w:themeColor="text1"/>
          <w:sz w:val="28"/>
          <w:szCs w:val="28"/>
        </w:rPr>
        <w:t xml:space="preserve"> Захаренко Михаила Александровича с 21 декабря 2023 года</w:t>
      </w:r>
      <w:r w:rsidR="00F96540">
        <w:rPr>
          <w:rFonts w:ascii="Times New Roman" w:hAnsi="Times New Roman"/>
          <w:color w:val="000000" w:themeColor="text1"/>
          <w:sz w:val="28"/>
          <w:szCs w:val="28"/>
        </w:rPr>
        <w:t xml:space="preserve"> до избрания</w:t>
      </w:r>
      <w:r w:rsidR="00E304B3">
        <w:rPr>
          <w:rFonts w:ascii="Times New Roman" w:hAnsi="Times New Roman"/>
          <w:color w:val="000000" w:themeColor="text1"/>
          <w:sz w:val="28"/>
          <w:szCs w:val="28"/>
        </w:rPr>
        <w:t xml:space="preserve"> председателя Совета муниципального района «Корткеросский»</w:t>
      </w:r>
      <w:r w:rsidR="00F96540" w:rsidRPr="00F9654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E74BC1B" w14:textId="754592EB" w:rsidR="003519BB" w:rsidRPr="008F61B2" w:rsidRDefault="003519BB" w:rsidP="006E52E5">
      <w:pPr>
        <w:pStyle w:val="Con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61B2">
        <w:rPr>
          <w:rFonts w:ascii="Times New Roman" w:hAnsi="Times New Roman"/>
          <w:color w:val="000000" w:themeColor="text1"/>
          <w:sz w:val="28"/>
          <w:szCs w:val="28"/>
        </w:rPr>
        <w:t>Настоящее решение вступает в силу со дня </w:t>
      </w:r>
      <w:r w:rsidR="00194887" w:rsidRPr="008F61B2">
        <w:rPr>
          <w:rFonts w:ascii="Times New Roman" w:hAnsi="Times New Roman"/>
          <w:color w:val="000000" w:themeColor="text1"/>
          <w:sz w:val="28"/>
          <w:szCs w:val="28"/>
        </w:rPr>
        <w:t xml:space="preserve">его </w:t>
      </w:r>
      <w:r w:rsidR="00EA151E" w:rsidRPr="008F61B2">
        <w:rPr>
          <w:rFonts w:ascii="Times New Roman" w:hAnsi="Times New Roman"/>
          <w:color w:val="000000" w:themeColor="text1"/>
          <w:sz w:val="28"/>
          <w:szCs w:val="28"/>
        </w:rPr>
        <w:t>принят</w:t>
      </w:r>
      <w:r w:rsidR="00194887" w:rsidRPr="008F61B2">
        <w:rPr>
          <w:rFonts w:ascii="Times New Roman" w:hAnsi="Times New Roman"/>
          <w:color w:val="000000" w:themeColor="text1"/>
          <w:sz w:val="28"/>
          <w:szCs w:val="28"/>
        </w:rPr>
        <w:t>ия.</w:t>
      </w:r>
    </w:p>
    <w:p w14:paraId="6F6146DA" w14:textId="77777777" w:rsidR="004035BE" w:rsidRDefault="004035BE" w:rsidP="004035BE">
      <w:pPr>
        <w:pStyle w:val="a4"/>
        <w:spacing w:after="0" w:line="240" w:lineRule="auto"/>
        <w:ind w:left="11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1E7FA62" w14:textId="77777777" w:rsidR="001F7F81" w:rsidRPr="004035BE" w:rsidRDefault="001F7F81" w:rsidP="004035BE">
      <w:pPr>
        <w:pStyle w:val="a4"/>
        <w:spacing w:after="0" w:line="240" w:lineRule="auto"/>
        <w:ind w:left="11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08C3A73" w14:textId="77777777" w:rsidR="00EE6DC9" w:rsidRDefault="00C228AA" w:rsidP="008F61B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71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</w:t>
      </w:r>
      <w:r w:rsidR="00EE6D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района «Корткеросский»-</w:t>
      </w:r>
    </w:p>
    <w:p w14:paraId="3B7D2558" w14:textId="1AAB660D" w:rsidR="00C228AA" w:rsidRPr="00E1713A" w:rsidRDefault="00EE6DC9" w:rsidP="008F61B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руководитель администрации                      </w:t>
      </w:r>
      <w:r w:rsidR="000A2A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</w:t>
      </w:r>
      <w:r w:rsidR="008F61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0A2A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Сажин </w:t>
      </w:r>
    </w:p>
    <w:sectPr w:rsidR="00C228AA" w:rsidRPr="00E1713A" w:rsidSect="00843EC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B1B97"/>
    <w:multiLevelType w:val="hybridMultilevel"/>
    <w:tmpl w:val="868ACDCC"/>
    <w:lvl w:ilvl="0" w:tplc="7E424D8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933176"/>
    <w:multiLevelType w:val="hybridMultilevel"/>
    <w:tmpl w:val="7AA226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1D"/>
    <w:rsid w:val="00095AB5"/>
    <w:rsid w:val="000A2A83"/>
    <w:rsid w:val="00112300"/>
    <w:rsid w:val="0014524B"/>
    <w:rsid w:val="00190027"/>
    <w:rsid w:val="00193FDB"/>
    <w:rsid w:val="00194887"/>
    <w:rsid w:val="001A1EC9"/>
    <w:rsid w:val="001A7B4A"/>
    <w:rsid w:val="001F7F81"/>
    <w:rsid w:val="002252BF"/>
    <w:rsid w:val="00295008"/>
    <w:rsid w:val="002B72AA"/>
    <w:rsid w:val="003066AB"/>
    <w:rsid w:val="003519BB"/>
    <w:rsid w:val="004035BE"/>
    <w:rsid w:val="004B2FD2"/>
    <w:rsid w:val="004D199E"/>
    <w:rsid w:val="00507CC2"/>
    <w:rsid w:val="005B6A73"/>
    <w:rsid w:val="006C1B1D"/>
    <w:rsid w:val="006E52E5"/>
    <w:rsid w:val="00747534"/>
    <w:rsid w:val="00843EC4"/>
    <w:rsid w:val="00864380"/>
    <w:rsid w:val="008B1431"/>
    <w:rsid w:val="008F61B2"/>
    <w:rsid w:val="00920395"/>
    <w:rsid w:val="009333ED"/>
    <w:rsid w:val="009C1919"/>
    <w:rsid w:val="009C1E87"/>
    <w:rsid w:val="009D65C2"/>
    <w:rsid w:val="00A1687C"/>
    <w:rsid w:val="00A30713"/>
    <w:rsid w:val="00A57CC6"/>
    <w:rsid w:val="00AF5AF2"/>
    <w:rsid w:val="00B041FF"/>
    <w:rsid w:val="00B72A1F"/>
    <w:rsid w:val="00B91DB9"/>
    <w:rsid w:val="00C228AA"/>
    <w:rsid w:val="00C36258"/>
    <w:rsid w:val="00D77337"/>
    <w:rsid w:val="00DA27F1"/>
    <w:rsid w:val="00E1713A"/>
    <w:rsid w:val="00E304B3"/>
    <w:rsid w:val="00EA151E"/>
    <w:rsid w:val="00EE6DC9"/>
    <w:rsid w:val="00F153F0"/>
    <w:rsid w:val="00F50FC3"/>
    <w:rsid w:val="00F96540"/>
    <w:rsid w:val="00FD7417"/>
    <w:rsid w:val="00FE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0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9E"/>
  </w:style>
  <w:style w:type="paragraph" w:styleId="1">
    <w:name w:val="heading 1"/>
    <w:basedOn w:val="a"/>
    <w:link w:val="10"/>
    <w:uiPriority w:val="9"/>
    <w:qFormat/>
    <w:rsid w:val="003519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228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9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1">
    <w:name w:val="s_1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19BB"/>
    <w:rPr>
      <w:color w:val="0000FF"/>
      <w:u w:val="single"/>
    </w:rPr>
  </w:style>
  <w:style w:type="paragraph" w:customStyle="1" w:styleId="s16">
    <w:name w:val="s_16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2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C228A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3">
    <w:name w:val="Body Text Indent 3"/>
    <w:basedOn w:val="a"/>
    <w:link w:val="30"/>
    <w:rsid w:val="00C228A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228A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4035BE"/>
    <w:pPr>
      <w:ind w:left="720"/>
      <w:contextualSpacing/>
    </w:pPr>
  </w:style>
  <w:style w:type="paragraph" w:styleId="a5">
    <w:name w:val="Body Text"/>
    <w:basedOn w:val="a"/>
    <w:link w:val="a6"/>
    <w:rsid w:val="004035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035B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9E"/>
  </w:style>
  <w:style w:type="paragraph" w:styleId="1">
    <w:name w:val="heading 1"/>
    <w:basedOn w:val="a"/>
    <w:link w:val="10"/>
    <w:uiPriority w:val="9"/>
    <w:qFormat/>
    <w:rsid w:val="003519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228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9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1">
    <w:name w:val="s_1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19BB"/>
    <w:rPr>
      <w:color w:val="0000FF"/>
      <w:u w:val="single"/>
    </w:rPr>
  </w:style>
  <w:style w:type="paragraph" w:customStyle="1" w:styleId="s16">
    <w:name w:val="s_16"/>
    <w:basedOn w:val="a"/>
    <w:rsid w:val="00351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22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C228A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3">
    <w:name w:val="Body Text Indent 3"/>
    <w:basedOn w:val="a"/>
    <w:link w:val="30"/>
    <w:rsid w:val="00C228A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C228A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4035BE"/>
    <w:pPr>
      <w:ind w:left="720"/>
      <w:contextualSpacing/>
    </w:pPr>
  </w:style>
  <w:style w:type="paragraph" w:styleId="a5">
    <w:name w:val="Body Text"/>
    <w:basedOn w:val="a"/>
    <w:link w:val="a6"/>
    <w:rsid w:val="004035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035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7;&#1096;&#1077;&#1085;&#1080;&#1103;%20&#1057;&#1086;&#1074;&#1077;&#1090;&#1072;\&#1056;&#1077;&#1096;&#1077;&#1085;&#1080;&#1103;%202018\4-12\4-21-6,%20&#1089;&#1083;&#1086;&#1078;&#1077;&#1085;&#1080;&#1077;%20&#1052;&#1080;&#1096;&#1072;&#1088;&#1080;&#1085;%20&#1040;.&#104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4-21-6, сложение Мишарин А.В.dotx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Анна</cp:lastModifiedBy>
  <cp:revision>3</cp:revision>
  <cp:lastPrinted>2023-12-21T09:15:00Z</cp:lastPrinted>
  <dcterms:created xsi:type="dcterms:W3CDTF">2023-12-21T12:41:00Z</dcterms:created>
  <dcterms:modified xsi:type="dcterms:W3CDTF">2023-12-21T12:42:00Z</dcterms:modified>
</cp:coreProperties>
</file>